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C50CDB" w:rsidRDefault="000E54E3" w:rsidP="00C50CD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E54E3">
              <w:rPr>
                <w:b/>
                <w:sz w:val="26"/>
                <w:szCs w:val="26"/>
                <w:lang w:val="en-US"/>
              </w:rPr>
              <w:t>203B_007</w:t>
            </w:r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0E54E3" w:rsidRDefault="000E54E3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E54E3">
              <w:rPr>
                <w:b/>
                <w:sz w:val="26"/>
                <w:szCs w:val="26"/>
                <w:lang w:val="en-US"/>
              </w:rPr>
              <w:t>2007436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8552DC" w:rsidRPr="002C0290" w:rsidTr="00623D73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2DC" w:rsidRPr="002C0290" w:rsidRDefault="008552DC" w:rsidP="00623D73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2DC" w:rsidRPr="002C0290" w:rsidRDefault="008552DC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8552DC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2DC" w:rsidRPr="002C0290" w:rsidRDefault="008552DC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8552DC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2DC" w:rsidRPr="002C0290" w:rsidRDefault="008552DC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8552DC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2DC" w:rsidRPr="002C0290" w:rsidRDefault="008552DC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8552DC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2DC" w:rsidRPr="002C0290" w:rsidRDefault="008552DC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8552DC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2DC" w:rsidRPr="002C0290" w:rsidRDefault="008552DC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C50CDB" w:rsidRPr="00CB6078" w:rsidRDefault="00C50CDB" w:rsidP="008552DC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245B1D">
        <w:rPr>
          <w:b/>
          <w:sz w:val="26"/>
          <w:szCs w:val="26"/>
        </w:rPr>
        <w:t>(</w:t>
      </w:r>
      <w:r w:rsidR="00407A26" w:rsidRPr="00B72E2C">
        <w:rPr>
          <w:b/>
          <w:sz w:val="26"/>
          <w:szCs w:val="26"/>
        </w:rPr>
        <w:t>Гайка М10</w:t>
      </w:r>
      <w:r w:rsidR="00245B1D">
        <w:rPr>
          <w:b/>
          <w:sz w:val="26"/>
          <w:szCs w:val="26"/>
        </w:rPr>
        <w:t xml:space="preserve"> </w:t>
      </w:r>
      <w:r w:rsidR="00407A26" w:rsidRPr="00B72E2C">
        <w:rPr>
          <w:b/>
          <w:sz w:val="26"/>
          <w:szCs w:val="26"/>
        </w:rPr>
        <w:t>оцинкованная</w:t>
      </w:r>
      <w:r w:rsidR="00245B1D">
        <w:rPr>
          <w:b/>
          <w:sz w:val="26"/>
          <w:szCs w:val="26"/>
        </w:rPr>
        <w:t>)</w:t>
      </w:r>
      <w:r w:rsidR="00B72E2C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245B1D" w:rsidRPr="00697DC5" w:rsidRDefault="00245B1D" w:rsidP="00245B1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Технические требования к продукции.</w:t>
      </w:r>
    </w:p>
    <w:p w:rsidR="00245B1D" w:rsidRPr="008271F0" w:rsidRDefault="00245B1D" w:rsidP="00245B1D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</w:t>
      </w:r>
      <w:r w:rsidRPr="00697DC5">
        <w:rPr>
          <w:sz w:val="24"/>
          <w:szCs w:val="24"/>
        </w:rPr>
        <w:t xml:space="preserve"> характеристики метизов должны соответствовать параметрам </w:t>
      </w:r>
      <w:r w:rsidRPr="008271F0">
        <w:rPr>
          <w:sz w:val="24"/>
          <w:szCs w:val="24"/>
        </w:rPr>
        <w:t>ГОСТ 5915-70 «Гайки шестигранные класса точности В. Конструкция и размеры».</w:t>
      </w:r>
    </w:p>
    <w:p w:rsidR="00245B1D" w:rsidRPr="008271F0" w:rsidRDefault="00245B1D" w:rsidP="00245B1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45B1D" w:rsidRPr="008271F0" w:rsidRDefault="00245B1D" w:rsidP="00245B1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8271F0">
        <w:rPr>
          <w:b/>
          <w:bCs/>
          <w:sz w:val="26"/>
          <w:szCs w:val="26"/>
        </w:rPr>
        <w:t xml:space="preserve">Общие требования. </w:t>
      </w:r>
    </w:p>
    <w:p w:rsidR="00245B1D" w:rsidRPr="00697DC5" w:rsidRDefault="00245B1D" w:rsidP="00245B1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245B1D" w:rsidRPr="00697DC5" w:rsidRDefault="00245B1D" w:rsidP="00245B1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продукция должна быть новой, ранее не использованной;</w:t>
      </w:r>
    </w:p>
    <w:p w:rsidR="00245B1D" w:rsidRPr="00697DC5" w:rsidRDefault="00245B1D" w:rsidP="00245B1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45B1D" w:rsidRPr="00697DC5" w:rsidRDefault="00245B1D" w:rsidP="00245B1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45B1D" w:rsidRPr="00697DC5" w:rsidRDefault="00245B1D" w:rsidP="00245B1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45B1D" w:rsidRPr="00697DC5" w:rsidRDefault="00245B1D" w:rsidP="00245B1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245B1D" w:rsidRPr="00697DC5" w:rsidRDefault="00245B1D" w:rsidP="00245B1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 w:rsidRPr="00697DC5">
        <w:rPr>
          <w:sz w:val="24"/>
          <w:szCs w:val="24"/>
        </w:rPr>
        <w:t>СанПиН</w:t>
      </w:r>
      <w:proofErr w:type="spellEnd"/>
      <w:r w:rsidRPr="00697DC5"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245B1D" w:rsidRPr="00697DC5" w:rsidRDefault="00245B1D" w:rsidP="00245B1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 xml:space="preserve">2.2.Участник закупочных процедур на право заключения договора на поставку метизов для нужд </w:t>
      </w:r>
      <w:r w:rsidR="008552DC">
        <w:rPr>
          <w:sz w:val="24"/>
          <w:szCs w:val="24"/>
        </w:rPr>
        <w:t>ПАО</w:t>
      </w:r>
      <w:r w:rsidRPr="00697DC5"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45B1D" w:rsidRPr="00697DC5" w:rsidRDefault="00245B1D" w:rsidP="00245B1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245B1D" w:rsidRPr="00697DC5" w:rsidRDefault="00245B1D" w:rsidP="00245B1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5D3556">
        <w:rPr>
          <w:sz w:val="24"/>
          <w:szCs w:val="24"/>
        </w:rPr>
        <w:t xml:space="preserve">ГОСТ 5915-70 «Гайки шестигранные класса точности </w:t>
      </w:r>
      <w:r w:rsidRPr="005D3556">
        <w:rPr>
          <w:sz w:val="24"/>
          <w:szCs w:val="24"/>
          <w:lang w:val="en-US"/>
        </w:rPr>
        <w:t>B</w:t>
      </w:r>
      <w:r w:rsidRPr="005D3556">
        <w:rPr>
          <w:sz w:val="24"/>
          <w:szCs w:val="24"/>
        </w:rPr>
        <w:t>. Конструкция и размеры»;</w:t>
      </w:r>
    </w:p>
    <w:p w:rsidR="00245B1D" w:rsidRPr="00697DC5" w:rsidRDefault="00245B1D" w:rsidP="00245B1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245B1D" w:rsidRPr="00697DC5" w:rsidRDefault="00245B1D" w:rsidP="00245B1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245B1D" w:rsidRPr="00697DC5" w:rsidRDefault="00245B1D" w:rsidP="00245B1D">
      <w:pPr>
        <w:spacing w:line="276" w:lineRule="auto"/>
        <w:ind w:left="144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 w:rsidRPr="00697DC5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45B1D" w:rsidRPr="00697DC5" w:rsidRDefault="00245B1D" w:rsidP="00245B1D">
      <w:pPr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245B1D" w:rsidRPr="00697DC5" w:rsidRDefault="00245B1D" w:rsidP="00245B1D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45B1D" w:rsidRPr="00697DC5" w:rsidRDefault="00245B1D" w:rsidP="00245B1D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245B1D" w:rsidRPr="00697DC5" w:rsidRDefault="00245B1D" w:rsidP="00245B1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 w:rsidRPr="00697DC5">
        <w:rPr>
          <w:szCs w:val="24"/>
        </w:rPr>
        <w:t>данного</w:t>
      </w:r>
      <w:proofErr w:type="gramEnd"/>
      <w:r w:rsidRPr="00697DC5">
        <w:rPr>
          <w:szCs w:val="24"/>
        </w:rPr>
        <w:t xml:space="preserve"> ТЗ.</w:t>
      </w:r>
    </w:p>
    <w:p w:rsidR="00245B1D" w:rsidRPr="00697DC5" w:rsidRDefault="00245B1D" w:rsidP="00245B1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245B1D" w:rsidRPr="00697DC5" w:rsidRDefault="00245B1D" w:rsidP="00245B1D">
      <w:pPr>
        <w:spacing w:line="276" w:lineRule="auto"/>
        <w:rPr>
          <w:sz w:val="24"/>
          <w:szCs w:val="24"/>
        </w:rPr>
      </w:pPr>
    </w:p>
    <w:p w:rsidR="00245B1D" w:rsidRPr="00697DC5" w:rsidRDefault="00245B1D" w:rsidP="00245B1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Гарантийные обязательства.</w:t>
      </w:r>
    </w:p>
    <w:p w:rsidR="00245B1D" w:rsidRPr="00697DC5" w:rsidRDefault="00245B1D" w:rsidP="00245B1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</w:t>
      </w:r>
      <w:r>
        <w:rPr>
          <w:sz w:val="24"/>
          <w:szCs w:val="24"/>
        </w:rPr>
        <w:t>в</w:t>
      </w:r>
      <w:r w:rsidRPr="00697DC5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45B1D" w:rsidRPr="00697DC5" w:rsidRDefault="00245B1D" w:rsidP="00245B1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45B1D" w:rsidRPr="00697DC5" w:rsidRDefault="00245B1D" w:rsidP="00245B1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45B1D" w:rsidRPr="00697DC5" w:rsidRDefault="00245B1D" w:rsidP="00245B1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45B1D" w:rsidRPr="00697DC5" w:rsidRDefault="00245B1D" w:rsidP="00245B1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45B1D" w:rsidRPr="00697DC5" w:rsidRDefault="00245B1D" w:rsidP="00245B1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45B1D" w:rsidRPr="00697DC5" w:rsidRDefault="00245B1D" w:rsidP="00245B1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В комплект поставки метизов должны входить документы: </w:t>
      </w:r>
    </w:p>
    <w:p w:rsidR="00245B1D" w:rsidRPr="00697DC5" w:rsidRDefault="00245B1D" w:rsidP="00245B1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паспорт по нормативной документации, утвержденной в установленном порядке;</w:t>
      </w:r>
    </w:p>
    <w:p w:rsidR="00245B1D" w:rsidRPr="00697DC5" w:rsidRDefault="00245B1D" w:rsidP="00245B1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245B1D" w:rsidRPr="00697DC5" w:rsidRDefault="00245B1D" w:rsidP="00245B1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 w:rsidRPr="00697DC5"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245B1D" w:rsidRPr="00697DC5" w:rsidRDefault="00245B1D" w:rsidP="00245B1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</w:t>
      </w:r>
      <w:r w:rsidRPr="00697DC5"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245B1D" w:rsidRPr="00697DC5" w:rsidRDefault="00245B1D" w:rsidP="00245B1D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245B1D" w:rsidRPr="00697DC5" w:rsidRDefault="00245B1D" w:rsidP="00245B1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>Правила приемки продукции.</w:t>
      </w:r>
    </w:p>
    <w:p w:rsidR="00245B1D" w:rsidRPr="00697DC5" w:rsidRDefault="00245B1D" w:rsidP="00245B1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8552DC">
        <w:rPr>
          <w:szCs w:val="24"/>
        </w:rPr>
        <w:t>ПАО</w:t>
      </w:r>
      <w:r w:rsidRPr="00697DC5"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245B1D" w:rsidRPr="00697DC5" w:rsidRDefault="00245B1D" w:rsidP="00245B1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45B1D" w:rsidRDefault="00245B1D" w:rsidP="00245B1D">
      <w:pPr>
        <w:rPr>
          <w:sz w:val="26"/>
          <w:szCs w:val="26"/>
        </w:rPr>
      </w:pPr>
    </w:p>
    <w:p w:rsidR="008552DC" w:rsidRDefault="008552DC" w:rsidP="00245B1D">
      <w:pPr>
        <w:rPr>
          <w:sz w:val="26"/>
          <w:szCs w:val="26"/>
        </w:rPr>
      </w:pPr>
    </w:p>
    <w:p w:rsidR="008552DC" w:rsidRDefault="008552DC" w:rsidP="00245B1D">
      <w:pPr>
        <w:rPr>
          <w:sz w:val="26"/>
          <w:szCs w:val="26"/>
        </w:rPr>
      </w:pPr>
    </w:p>
    <w:p w:rsidR="008552DC" w:rsidRDefault="008552DC" w:rsidP="00245B1D">
      <w:pPr>
        <w:rPr>
          <w:sz w:val="26"/>
          <w:szCs w:val="26"/>
        </w:rPr>
      </w:pPr>
    </w:p>
    <w:p w:rsidR="008552DC" w:rsidRPr="00697DC5" w:rsidRDefault="008552DC" w:rsidP="00245B1D">
      <w:pPr>
        <w:rPr>
          <w:sz w:val="26"/>
          <w:szCs w:val="26"/>
        </w:rPr>
      </w:pPr>
    </w:p>
    <w:p w:rsidR="008552DC" w:rsidRPr="007C78FC" w:rsidRDefault="008552DC" w:rsidP="008552DC">
      <w:pPr>
        <w:spacing w:after="240"/>
        <w:ind w:firstLine="0"/>
        <w:rPr>
          <w:b/>
          <w:sz w:val="26"/>
          <w:szCs w:val="26"/>
        </w:rPr>
      </w:pPr>
      <w:bookmarkStart w:id="0" w:name="_GoBack"/>
      <w:bookmarkEnd w:id="0"/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F73A3" w:rsidRPr="00697DC5" w:rsidRDefault="008F73A3" w:rsidP="008552DC">
      <w:pPr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192" w:rsidRDefault="00663192">
      <w:r>
        <w:separator/>
      </w:r>
    </w:p>
  </w:endnote>
  <w:endnote w:type="continuationSeparator" w:id="0">
    <w:p w:rsidR="00663192" w:rsidRDefault="006631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192" w:rsidRDefault="00663192">
      <w:r>
        <w:separator/>
      </w:r>
    </w:p>
  </w:footnote>
  <w:footnote w:type="continuationSeparator" w:id="0">
    <w:p w:rsidR="00663192" w:rsidRDefault="006631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70302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7A2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2936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3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46A0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5B1D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A26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14F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2326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3192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026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52DC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053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460F1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2C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5B1C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90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1C4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0E0B0-A879-4136-93A9-E59BA8C43DF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4B8CB67C-B0D0-473D-81BC-D557EACDA2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8E76C3-619F-4169-B1BF-41E37B764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354EE1-6AD9-46BC-912D-522BE28FC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1</TotalTime>
  <Pages>3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Aleksandrova.DA</cp:lastModifiedBy>
  <cp:revision>3</cp:revision>
  <cp:lastPrinted>2010-09-30T13:29:00Z</cp:lastPrinted>
  <dcterms:created xsi:type="dcterms:W3CDTF">2016-09-28T10:41:00Z</dcterms:created>
  <dcterms:modified xsi:type="dcterms:W3CDTF">2016-09-28T11:43:00Z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